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18E8FAB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EB4266" w:rsidRPr="00EB4266">
        <w:rPr>
          <w:rFonts w:ascii="Verdana" w:hAnsi="Verdana"/>
          <w:b/>
        </w:rPr>
        <w:t>Nákup elektroinstalačního materiálu pro OŘ Brno 2024-2026</w:t>
      </w:r>
      <w:bookmarkStart w:id="1" w:name="_GoBack"/>
      <w:bookmarkEnd w:id="1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highlight w:val="yellow"/>
          <w:lang w:eastAsia="cs-CZ"/>
        </w:rPr>
        <w:t>č.j. (č.j. dokumentu výzvy)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EB426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EB426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0CEC1A3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426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426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5AB5C55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426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426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4F71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B4266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F2A001-0641-4F12-A995-E51217D16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89</TotalTime>
  <Pages>2</Pages>
  <Words>475</Words>
  <Characters>2803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Maršíková Iva</cp:lastModifiedBy>
  <cp:revision>12</cp:revision>
  <cp:lastPrinted>2017-11-28T17:18:00Z</cp:lastPrinted>
  <dcterms:created xsi:type="dcterms:W3CDTF">2023-11-16T10:29:00Z</dcterms:created>
  <dcterms:modified xsi:type="dcterms:W3CDTF">2024-05-28T09:21:00Z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